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bookmarkStart w:id="0" w:name="_GoBack"/>
      <w:bookmarkEnd w:id="0"/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642E12" w:rsidRDefault="00B3448B" w:rsidP="00B3448B"/>
    <w:p w:rsidR="00B3448B" w:rsidRDefault="00B3448B" w:rsidP="00B3448B">
      <w:pPr>
        <w:rPr>
          <w:rStyle w:val="a9"/>
          <w:lang w:val="en-US"/>
        </w:rPr>
      </w:pPr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C73AC4" w:rsidRPr="00C73AC4">
          <w:rPr>
            <w:rStyle w:val="a9"/>
          </w:rPr>
          <w:t>Акционерное общество «ТРАНСИНФОСЕТЬ»</w:t>
        </w:r>
      </w:fldSimple>
      <w:r w:rsidRPr="00883461">
        <w:rPr>
          <w:rStyle w:val="a9"/>
        </w:rPr>
        <w:t> </w:t>
      </w:r>
    </w:p>
    <w:p w:rsidR="00194AD8" w:rsidRPr="00194AD8" w:rsidRDefault="00194AD8" w:rsidP="00B3448B">
      <w:pPr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C73AC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118" w:type="dxa"/>
            <w:vAlign w:val="center"/>
          </w:tcPr>
          <w:p w:rsidR="00AF1EDF" w:rsidRPr="00F06873" w:rsidRDefault="00C73AC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063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169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C73AC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118" w:type="dxa"/>
            <w:vAlign w:val="center"/>
          </w:tcPr>
          <w:p w:rsidR="00AF1EDF" w:rsidRPr="00F06873" w:rsidRDefault="00C73AC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063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169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C73AC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118" w:type="dxa"/>
            <w:vAlign w:val="center"/>
          </w:tcPr>
          <w:p w:rsidR="00AF1EDF" w:rsidRPr="00F06873" w:rsidRDefault="00C73AC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63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69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C73AC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C73AC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C73AC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C73AC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C73AC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194AD8" w:rsidRPr="00194AD8" w:rsidRDefault="00194AD8" w:rsidP="00F06873">
      <w:pPr>
        <w:pStyle w:val="a6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sectPr w:rsidR="00194AD8" w:rsidRPr="00194AD8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77A" w:rsidRDefault="002E277A" w:rsidP="00C73AC4">
      <w:r>
        <w:separator/>
      </w:r>
    </w:p>
  </w:endnote>
  <w:endnote w:type="continuationSeparator" w:id="0">
    <w:p w:rsidR="002E277A" w:rsidRDefault="002E277A" w:rsidP="00C73A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AC4" w:rsidRDefault="00C73AC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AC4" w:rsidRDefault="00C73AC4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AC4" w:rsidRDefault="00C73AC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77A" w:rsidRDefault="002E277A" w:rsidP="00C73AC4">
      <w:r>
        <w:separator/>
      </w:r>
    </w:p>
  </w:footnote>
  <w:footnote w:type="continuationSeparator" w:id="0">
    <w:p w:rsidR="002E277A" w:rsidRDefault="002E277A" w:rsidP="00C73A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AC4" w:rsidRDefault="00C73AC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AC4" w:rsidRDefault="00C73AC4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AC4" w:rsidRDefault="00C73AC4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ctivedoc_name" w:val="Документ7"/>
    <w:docVar w:name="adv_info1" w:val="     "/>
    <w:docVar w:name="adv_info2" w:val="     "/>
    <w:docVar w:name="adv_info3" w:val="     "/>
    <w:docVar w:name="ceh_info" w:val="Акционерное общество «ТРАНСИНФОСЕТЬ»"/>
    <w:docVar w:name="doc_name" w:val="Документ7"/>
    <w:docVar w:name="doc_type" w:val="5"/>
    <w:docVar w:name="fill_date" w:val="27.12.2018"/>
    <w:docVar w:name="org_guid" w:val="C586C6BD51CF45178F1377FCC2EE6D08"/>
    <w:docVar w:name="org_id" w:val="94"/>
    <w:docVar w:name="org_name" w:val="     "/>
    <w:docVar w:name="pers_guids" w:val="574661437A184BB69366D433B4EC1664@127 803 921 65"/>
    <w:docVar w:name="pers_snils" w:val="574661437A184BB69366D433B4EC1664@127 803 921 65"/>
    <w:docVar w:name="pred_dolg" w:val="Инспектор по кадрам"/>
    <w:docVar w:name="pred_fio" w:val="Кирилкин И.Я."/>
    <w:docVar w:name="rbtd_adr" w:val="     "/>
    <w:docVar w:name="rbtd_name" w:val="Акционерное общество «ТРАНСИНФОСЕТЬ»"/>
    <w:docVar w:name="step_test" w:val="6"/>
    <w:docVar w:name="sv_docs" w:val="1"/>
  </w:docVars>
  <w:rsids>
    <w:rsidRoot w:val="00C73AC4"/>
    <w:rsid w:val="0002033E"/>
    <w:rsid w:val="000C5130"/>
    <w:rsid w:val="000D3760"/>
    <w:rsid w:val="000F0714"/>
    <w:rsid w:val="00194AD8"/>
    <w:rsid w:val="00196135"/>
    <w:rsid w:val="001A7AC3"/>
    <w:rsid w:val="001B19D8"/>
    <w:rsid w:val="00237B32"/>
    <w:rsid w:val="002743B5"/>
    <w:rsid w:val="002761BA"/>
    <w:rsid w:val="002E277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D6069"/>
    <w:rsid w:val="00AF1EDF"/>
    <w:rsid w:val="00B12F45"/>
    <w:rsid w:val="00B2089E"/>
    <w:rsid w:val="00B3448B"/>
    <w:rsid w:val="00B874F5"/>
    <w:rsid w:val="00BA560A"/>
    <w:rsid w:val="00C0355B"/>
    <w:rsid w:val="00C73AC4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C73AC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C73AC4"/>
    <w:rPr>
      <w:sz w:val="24"/>
    </w:rPr>
  </w:style>
  <w:style w:type="paragraph" w:styleId="ad">
    <w:name w:val="footer"/>
    <w:basedOn w:val="a"/>
    <w:link w:val="ae"/>
    <w:rsid w:val="00C73AC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C73AC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Кристина СОУТ</dc:creator>
  <cp:lastModifiedBy>irinam</cp:lastModifiedBy>
  <cp:revision>2</cp:revision>
  <dcterms:created xsi:type="dcterms:W3CDTF">2019-02-08T11:50:00Z</dcterms:created>
  <dcterms:modified xsi:type="dcterms:W3CDTF">2019-02-08T11:50:00Z</dcterms:modified>
</cp:coreProperties>
</file>